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E5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EE58F1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EE58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70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E5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ПОЛАРНЕ  ОБЛАСТИ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EE58F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E58F1" w:rsidRPr="00EE5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Поларне  области--</w:t>
            </w:r>
            <w:r w:rsidR="00EE58F1" w:rsidRPr="00EE58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Арктик  и  насупрот  њему  Антарктик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EE58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43108" w:rsidRP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Упознавање  ученика  са  основним географским  одликама Поларних  области—Арктика и  Атарктика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943108" w:rsidRDefault="00A45210" w:rsidP="009431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943108" w:rsidRP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Разумевање постојања поларних области на Земљи, као специфичних делова земљине површине око Северног и Јужног пола, </w:t>
            </w:r>
            <w:r w:rsid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943108" w:rsidRP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упознавање са </w:t>
            </w:r>
            <w:r w:rsid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њиховим </w:t>
            </w:r>
            <w:r w:rsidR="00943108" w:rsidRP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основним географским одликама </w:t>
            </w:r>
            <w:r w:rsid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45210" w:rsidRPr="00545C96" w:rsidRDefault="00A45210" w:rsidP="009431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943108" w:rsidRPr="00943108" w:rsidRDefault="005F7634" w:rsidP="009431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3108" w:rsidRP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уочи разлоге  постојања  географских специфичности  поларних  области</w:t>
            </w:r>
          </w:p>
          <w:p w:rsidR="00943108" w:rsidRPr="00943108" w:rsidRDefault="00943108" w:rsidP="009431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карти уочи  и  објасни  однос  њиховог  географског  положаја  према    континентима  и  океанима</w:t>
            </w:r>
          </w:p>
          <w:p w:rsidR="00943108" w:rsidRPr="00943108" w:rsidRDefault="00943108" w:rsidP="009431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-схвати  основне  одлике  климе  и живог  света  </w:t>
            </w:r>
          </w:p>
          <w:p w:rsidR="00D0461E" w:rsidRPr="005F7634" w:rsidRDefault="00943108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значај  поларних  области  у  данашњем  свету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943108" w:rsidRPr="00943108" w:rsidRDefault="00943108" w:rsidP="0094310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ГЕ1.1.2. Наводи и описује начине представљања Земљине површине (пореди глобус  и карту света).  </w:t>
            </w:r>
          </w:p>
          <w:p w:rsidR="00943108" w:rsidRPr="00943108" w:rsidRDefault="00943108" w:rsidP="0094310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ГЕ1.2.2. Описује облик Земље и препознаје појаве и процесе повезане с њеним кретањем.</w:t>
            </w:r>
          </w:p>
          <w:p w:rsidR="00943108" w:rsidRPr="00943108" w:rsidRDefault="00943108" w:rsidP="0094310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ГЕ1.1.3. Препознаје и чита географске и допунске елементе карте – чита називе мора и острва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 Арктику и </w:t>
            </w: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око Антарктика.</w:t>
            </w:r>
          </w:p>
          <w:p w:rsidR="00943108" w:rsidRDefault="00670648" w:rsidP="00943108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943108" w:rsidRPr="00943108" w:rsidRDefault="00943108" w:rsidP="00943108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ГЕ2.1.1. Одређује стране света на географској карти.</w:t>
            </w:r>
          </w:p>
          <w:p w:rsidR="00943108" w:rsidRPr="00943108" w:rsidRDefault="00943108" w:rsidP="00943108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ГЕ2.1.2. Одређује положај мора и острва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Арктика и </w:t>
            </w: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око Антарктика.</w:t>
            </w:r>
          </w:p>
          <w:p w:rsidR="00943108" w:rsidRPr="00943108" w:rsidRDefault="00943108" w:rsidP="00943108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приказане моделом, сликом, графиконом, табелом и схемом.</w:t>
            </w:r>
          </w:p>
          <w:p w:rsidR="00670648" w:rsidRDefault="00943108" w:rsidP="00943108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ГЕ2.4.2. Описује природне одлике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Арктика и </w:t>
            </w: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Антарктика</w:t>
            </w:r>
            <w:r w:rsidRPr="0094310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943108" w:rsidRPr="00943108" w:rsidRDefault="00943108" w:rsidP="0094310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 Анализира карту и глобус  и доноси закључке о географском положају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Поларних  области и њих</w:t>
            </w: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овим везама с другим деловима света.</w:t>
            </w:r>
          </w:p>
          <w:p w:rsidR="00943108" w:rsidRPr="00943108" w:rsidRDefault="00943108" w:rsidP="0094310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ГЕ3.2.1. Препознаје димензије Земље и објашњава последице Земљиног облика и кретања – поларни дан и ноћ, најмањи упадни угао сунчевих зрака.</w:t>
            </w:r>
          </w:p>
          <w:p w:rsidR="00943108" w:rsidRPr="00943108" w:rsidRDefault="00943108" w:rsidP="0094310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ГЕ3.2.2. Објашњава физичко-географске законитости у географском омотачу Земље – климатску и биогеографску зоналност.</w:t>
            </w:r>
          </w:p>
          <w:p w:rsidR="00664F16" w:rsidRPr="005F7634" w:rsidRDefault="00943108" w:rsidP="0094310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положај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Поларних  области  и разуме да  су то најхладније</w:t>
            </w: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област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</w:t>
            </w: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Земљиној површини. Уочава специфичност живог света и значај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Поларних  области</w:t>
            </w:r>
            <w:r w:rsidRPr="0094310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будућност човечанства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9431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6B61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</w:t>
            </w:r>
            <w:r w:rsid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света,  глобус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6B611A" w:rsidP="006B61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Поновљаљмо  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 ученицима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распоред копна и воде на Земљи.П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роверити познавање појмова Земљина оса, Земљини полови, топлотни  појасеви, оријентација помоћу звезда.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6B611A" w:rsidRPr="00545C96" w:rsidRDefault="006B611A" w:rsidP="006B61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Лоцирамо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глобусу тачке полова и обла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 око њих – поларних области.Објашњавамо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екло назива Арктик и Антарктик.Инсистирамо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ученици уоче битну географску разлику између Арктика и Антарктика, а то је да је Арктик већим делом океан окружен континентима, а Антарк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тик континент окружен океанима.Тражимо да у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ченици одређују помоћу карте у атласу шта обухвата Арктик, и који га континенти окружују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а  шта  обухвата  Антарктик  и  који  га  океан  окружије.Објашњавамо напоре људи да освоје тачке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Северног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Јужног пола.Наводимо и  поредимо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битне одлике климе Арктика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</w:t>
            </w:r>
            <w:r w:rsidR="00CC6C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Антарктика.Истичемо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иске температуре и јаке ветрове  на  Антарктику.Указујемо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смањивање леденог покривача</w:t>
            </w:r>
            <w:r w:rsidR="007C76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Поларних  области</w:t>
            </w:r>
            <w:r w:rsidRPr="006B6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последице глобалног загревања.Упознајемо  ученике  са појмом  озонска  рупа.Објашњавамо  одлике  скромног живог  света  и  истичемо  разлике  у  врстама.</w:t>
            </w:r>
            <w:r w:rsidR="00CC6C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Истичемо  да је Арктик  подељен  између пет околних земаља,  а  да Антрктик не припада, према  међународном договору  ни  једној  земљи.Посебно  наглашавамо огромна  </w:t>
            </w:r>
            <w:r w:rsidR="000D15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природна богатства-руде,  утврђе</w:t>
            </w:r>
            <w:r w:rsidR="00CC6C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D15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испод  леда А</w:t>
            </w:r>
            <w:r w:rsidR="00CC6C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нтарктика.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CC6C67" w:rsidP="00CC6C67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Помажемо ученицима  да  ураде  тест  р.  7  на  страни 195.  у  уџбенику.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CC6C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ПОЛАРНЕ  ОБЛАСТИ</w:t>
            </w:r>
          </w:p>
          <w:p w:rsidR="00EE4B92" w:rsidRPr="00EE4B92" w:rsidRDefault="00EE4B92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</w:t>
            </w:r>
            <w:r w:rsidRPr="00EE4B9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АРКТИК  И  НАСУПРОТ  ЊЕМУ--АНТАРКТИК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две поларне области: 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1.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Арктик – око Северног пола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t xml:space="preserve"> 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Арктик од речи „арктос“ – зем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ља испод сазвежђа Малог медведа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2.Антарктик – око Јужног пола-</w:t>
            </w:r>
            <w:r>
              <w:t xml:space="preserve"> 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Антарктик – „насупрот Арктику“;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C6C6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Арктик обухвата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>– Северни ледени океан;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>– острва и архипелаге у Северном леденом океану;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>– најсеверније делове Евроазије и Северне Америке;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Северни пол први осваја Роберт Пири у априлу 1909;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клима: поларна и субполарна, са мало падавина;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поларне пустиње и тундре;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доморадочко становништво: Инуити (Ескими), Сами, Чукчи...  – риболов и лов;</w:t>
            </w:r>
          </w:p>
          <w:p w:rsid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пет сектора – Русија, Канада, САД, Норвешка, Данска (Гренланд).     </w:t>
            </w:r>
          </w:p>
          <w:p w:rsid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C6C6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Антарктик  обухвата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-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континент Антарктида,</w:t>
            </w:r>
          </w:p>
          <w:p w:rsidR="00CC6C67" w:rsidRPr="00CC6C67" w:rsidRDefault="00CC6C67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-</w:t>
            </w:r>
            <w:r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Јужни океан и острва у њему;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Јужни океан – делови Тихог, Атлантског и Индијског океана;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Антарктида – последњи откривени континент, почетак 19. века;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Јужни  пол први осваја Руал Амундсен, децембра 1911;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ледени покривач дебљине и до 4 km;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Антарктида – „највиши“ континент, средња висина 2040 m;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најхладнији и најсуровији континент  (–89,2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 C);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озонска рупа;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живи свет сиромашан – фоке, пингвини, китови;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рудно богатство испод леда;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 сталног становништва;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научноистраживачке базе, чак и на Јужном полу;</w:t>
            </w:r>
          </w:p>
          <w:p w:rsidR="00CC6C67" w:rsidRPr="00CC6C67" w:rsidRDefault="000D15CD" w:rsidP="00CC6C6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67" w:rsidRPr="00CC6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 припада ниједној држави.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0D15CD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B611A"/>
    <w:rsid w:val="006F2937"/>
    <w:rsid w:val="007C76E2"/>
    <w:rsid w:val="007E6623"/>
    <w:rsid w:val="00854D2A"/>
    <w:rsid w:val="008F0F0B"/>
    <w:rsid w:val="00942ED0"/>
    <w:rsid w:val="00943108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CC6C67"/>
    <w:rsid w:val="00D0461E"/>
    <w:rsid w:val="00DB7062"/>
    <w:rsid w:val="00DE65D7"/>
    <w:rsid w:val="00E3469D"/>
    <w:rsid w:val="00E4334D"/>
    <w:rsid w:val="00EE4B92"/>
    <w:rsid w:val="00EE58F1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D395B-DAC8-4A17-A37D-C13D46F8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dcterms:created xsi:type="dcterms:W3CDTF">2020-07-06T16:10:00Z</dcterms:created>
  <dcterms:modified xsi:type="dcterms:W3CDTF">2020-07-07T17:44:00Z</dcterms:modified>
</cp:coreProperties>
</file>